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045FA0" w14:paraId="0058E49F" w14:textId="77777777" w:rsidTr="007D272E">
        <w:tc>
          <w:tcPr>
            <w:tcW w:w="2689" w:type="dxa"/>
          </w:tcPr>
          <w:p w14:paraId="051FC0C7" w14:textId="2DE5E47B" w:rsidR="00045FA0" w:rsidRPr="00045FA0" w:rsidRDefault="00045FA0" w:rsidP="00045FA0">
            <w:pPr>
              <w:pStyle w:val="SIText"/>
            </w:pPr>
            <w:r w:rsidRPr="00CC451E">
              <w:t>Release</w:t>
            </w:r>
            <w:r w:rsidRPr="00045FA0">
              <w:t xml:space="preserve"> </w:t>
            </w:r>
            <w:r w:rsidR="009952A8">
              <w:t>1</w:t>
            </w:r>
          </w:p>
        </w:tc>
        <w:tc>
          <w:tcPr>
            <w:tcW w:w="6939" w:type="dxa"/>
          </w:tcPr>
          <w:p w14:paraId="2E3347DE" w14:textId="2DB3E68C" w:rsidR="00045FA0" w:rsidRPr="00045FA0" w:rsidRDefault="00045FA0" w:rsidP="00282E19">
            <w:pPr>
              <w:pStyle w:val="SIText"/>
            </w:pPr>
            <w:r w:rsidRPr="00903631">
              <w:t>This version released with AHC Agriculture, Horticulture and Conserv</w:t>
            </w:r>
            <w:r w:rsidRPr="00282E19">
              <w:t xml:space="preserve">ation and Land Management Training Package Version </w:t>
            </w:r>
            <w:r w:rsidR="00282E19" w:rsidRPr="00282E19">
              <w:rPr>
                <w:rStyle w:val="SITemporaryText-blue"/>
                <w:color w:val="auto"/>
                <w:sz w:val="20"/>
              </w:rPr>
              <w:t>9.0</w:t>
            </w:r>
            <w:r w:rsidR="00933B9A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75D1B714" w:rsidR="00F1480E" w:rsidRPr="005404CB" w:rsidRDefault="00A3135C" w:rsidP="005404CB">
            <w:pPr>
              <w:pStyle w:val="SIUNITCODE"/>
            </w:pPr>
            <w:r>
              <w:t>AHC</w:t>
            </w:r>
            <w:r w:rsidR="008034E1">
              <w:t>ORG</w:t>
            </w:r>
            <w:r w:rsidR="004E78D7">
              <w:t>4</w:t>
            </w:r>
            <w:r w:rsidR="009952A8">
              <w:t>12</w:t>
            </w:r>
          </w:p>
        </w:tc>
        <w:tc>
          <w:tcPr>
            <w:tcW w:w="3604" w:type="pct"/>
            <w:shd w:val="clear" w:color="auto" w:fill="auto"/>
          </w:tcPr>
          <w:p w14:paraId="01D80964" w14:textId="3671A1C5" w:rsidR="00F1480E" w:rsidRPr="005404CB" w:rsidRDefault="0086466C" w:rsidP="005404CB">
            <w:pPr>
              <w:pStyle w:val="SIUnittitle"/>
            </w:pPr>
            <w:r w:rsidRPr="0086466C">
              <w:t>Arrange selling through community based marketing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10C63E" w14:textId="25513E23" w:rsidR="00BF6124" w:rsidRDefault="0086466C" w:rsidP="0086466C">
            <w:pPr>
              <w:pStyle w:val="SIText"/>
            </w:pPr>
            <w:r w:rsidRPr="0086466C">
              <w:t xml:space="preserve">This unit of competency describes the skills and knowledge required to </w:t>
            </w:r>
            <w:r w:rsidR="002B7255">
              <w:t xml:space="preserve">prepare, </w:t>
            </w:r>
            <w:r w:rsidR="00BF6124">
              <w:t xml:space="preserve">market, transport </w:t>
            </w:r>
            <w:r w:rsidR="002B7255">
              <w:t xml:space="preserve">and </w:t>
            </w:r>
            <w:r w:rsidR="00BF6124">
              <w:t>conduct</w:t>
            </w:r>
            <w:r w:rsidR="002B7255">
              <w:t xml:space="preserve"> transactions</w:t>
            </w:r>
            <w:r w:rsidR="00BF6124">
              <w:t xml:space="preserve"> for produce sold through c</w:t>
            </w:r>
            <w:r w:rsidR="002B7255" w:rsidRPr="0086466C">
              <w:t>ommunity</w:t>
            </w:r>
            <w:r w:rsidR="00933B9A">
              <w:t>-</w:t>
            </w:r>
            <w:r w:rsidR="002B7255" w:rsidRPr="0086466C">
              <w:t>based marketing</w:t>
            </w:r>
            <w:r w:rsidR="002B7255" w:rsidRPr="002B7255">
              <w:t xml:space="preserve"> schemes</w:t>
            </w:r>
            <w:r w:rsidR="00BF6124">
              <w:t>.</w:t>
            </w:r>
          </w:p>
          <w:p w14:paraId="3268700C" w14:textId="77777777" w:rsidR="00BF6124" w:rsidRPr="0086466C" w:rsidRDefault="00BF6124" w:rsidP="0086466C">
            <w:pPr>
              <w:pStyle w:val="SIText"/>
            </w:pPr>
          </w:p>
          <w:p w14:paraId="6710C517" w14:textId="749C8EC2" w:rsidR="0086466C" w:rsidRPr="0086466C" w:rsidRDefault="00BF6124" w:rsidP="0086466C">
            <w:pPr>
              <w:pStyle w:val="SIText"/>
            </w:pPr>
            <w:r>
              <w:t>The</w:t>
            </w:r>
            <w:r w:rsidR="0086466C" w:rsidRPr="0086466C">
              <w:t xml:space="preserve"> unit applies to individuals who take responsibility for their own work and for the quality of the work of others within know</w:t>
            </w:r>
            <w:r w:rsidR="00045FA0">
              <w:t>n</w:t>
            </w:r>
            <w:r w:rsidR="0086466C" w:rsidRPr="0086466C">
              <w:t xml:space="preserve"> parameters</w:t>
            </w:r>
            <w:r w:rsidR="00933B9A">
              <w:t>,</w:t>
            </w:r>
            <w:r w:rsidR="0086466C" w:rsidRPr="0086466C">
              <w:t xml:space="preserve"> and use discretion and judgment in the selection, </w:t>
            </w:r>
            <w:proofErr w:type="gramStart"/>
            <w:r w:rsidR="0086466C" w:rsidRPr="0086466C">
              <w:t>allocation</w:t>
            </w:r>
            <w:proofErr w:type="gramEnd"/>
            <w:r w:rsidR="0086466C" w:rsidRPr="0086466C">
              <w:t xml:space="preserve"> and use of available resources.</w:t>
            </w:r>
          </w:p>
          <w:p w14:paraId="0965F879" w14:textId="77777777" w:rsidR="0086466C" w:rsidRPr="0086466C" w:rsidRDefault="0086466C" w:rsidP="0086466C">
            <w:pPr>
              <w:pStyle w:val="SIText"/>
            </w:pPr>
          </w:p>
          <w:p w14:paraId="22C15BCD" w14:textId="0BB40768" w:rsidR="00373436" w:rsidRPr="000754EC" w:rsidRDefault="00045FA0" w:rsidP="00851BBD">
            <w:pPr>
              <w:pStyle w:val="SIText"/>
            </w:pPr>
            <w:r w:rsidRPr="00045FA0">
              <w:t xml:space="preserve">Licensing, legislative or certification requirements may apply to this unit where handling, processing and distribution of </w:t>
            </w:r>
            <w:r>
              <w:t>organic farm</w:t>
            </w:r>
            <w:r w:rsidRPr="00045FA0">
              <w:t xml:space="preserve"> produc</w:t>
            </w:r>
            <w:r>
              <w:t>e is</w:t>
            </w:r>
            <w:r w:rsidRPr="00045FA0">
              <w:t xml:space="preserve"> used for human consumption. Users are advised to check with </w:t>
            </w:r>
            <w:r w:rsidR="00933B9A">
              <w:t xml:space="preserve">the </w:t>
            </w:r>
            <w:r w:rsidRPr="00045FA0">
              <w:t>relevant regulatory authority.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0E920AB9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5BEA22D" w:rsidR="00F1480E" w:rsidRPr="00460248" w:rsidRDefault="00460248" w:rsidP="00460248">
            <w:pPr>
              <w:pStyle w:val="SIText"/>
            </w:pPr>
            <w:r w:rsidRPr="00460248">
              <w:t>Organic Production (ORG)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85043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4FE14318" w:rsidR="00085043" w:rsidRPr="00085043" w:rsidRDefault="00085043" w:rsidP="00085043">
            <w:pPr>
              <w:pStyle w:val="SIText"/>
            </w:pPr>
            <w:r w:rsidRPr="00085043">
              <w:t>1. Identify and evaluate selling options</w:t>
            </w:r>
          </w:p>
        </w:tc>
        <w:tc>
          <w:tcPr>
            <w:tcW w:w="3604" w:type="pct"/>
            <w:shd w:val="clear" w:color="auto" w:fill="auto"/>
          </w:tcPr>
          <w:p w14:paraId="627C3A37" w14:textId="38C9830E" w:rsidR="00085043" w:rsidRPr="00085043" w:rsidRDefault="00085043" w:rsidP="00085043">
            <w:r w:rsidRPr="00085043">
              <w:t>1.1 Identify various types of community</w:t>
            </w:r>
            <w:r w:rsidR="00933B9A">
              <w:t>-</w:t>
            </w:r>
            <w:r w:rsidRPr="00085043">
              <w:t>based selling schemes </w:t>
            </w:r>
          </w:p>
          <w:p w14:paraId="52D24D69" w14:textId="0C767701" w:rsidR="00085043" w:rsidRPr="00085043" w:rsidRDefault="00085043" w:rsidP="00085043">
            <w:r w:rsidRPr="00085043">
              <w:t>1.2 Identify characteristics of farm produce </w:t>
            </w:r>
          </w:p>
          <w:p w14:paraId="68F09187" w14:textId="37C02626" w:rsidR="00085043" w:rsidRPr="00085043" w:rsidRDefault="00085043" w:rsidP="00085043">
            <w:r w:rsidRPr="00085043">
              <w:t>1.3 Identify and document potential customer base</w:t>
            </w:r>
          </w:p>
          <w:p w14:paraId="4B044429" w14:textId="700BE6D2" w:rsidR="00085043" w:rsidRPr="00085043" w:rsidRDefault="00085043" w:rsidP="00085043">
            <w:r w:rsidRPr="00085043">
              <w:t>1.4 Evaluate and document selling options</w:t>
            </w:r>
          </w:p>
        </w:tc>
      </w:tr>
      <w:tr w:rsidR="00085043" w:rsidRPr="00963A46" w14:paraId="711A21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99A3E" w14:textId="6C6B8D7D" w:rsidR="00085043" w:rsidRPr="00085043" w:rsidRDefault="00085043" w:rsidP="00085043">
            <w:pPr>
              <w:pStyle w:val="SIText"/>
            </w:pPr>
            <w:r w:rsidRPr="00085043">
              <w:t>2. Comply with the requirements of the selected community marketing scheme</w:t>
            </w:r>
          </w:p>
        </w:tc>
        <w:tc>
          <w:tcPr>
            <w:tcW w:w="3604" w:type="pct"/>
            <w:shd w:val="clear" w:color="auto" w:fill="auto"/>
          </w:tcPr>
          <w:p w14:paraId="6434B129" w14:textId="77777777" w:rsidR="00085043" w:rsidRPr="00085043" w:rsidRDefault="00085043" w:rsidP="00085043">
            <w:r w:rsidRPr="00085043">
              <w:t>2.1 Identify and comply with market requirements </w:t>
            </w:r>
          </w:p>
          <w:p w14:paraId="547D5420" w14:textId="77777777" w:rsidR="00085043" w:rsidRPr="00085043" w:rsidRDefault="00085043" w:rsidP="00085043">
            <w:r w:rsidRPr="00085043">
              <w:t>2.2 Comply with legislative requirements in each step of the supply chain</w:t>
            </w:r>
          </w:p>
          <w:p w14:paraId="164F0907" w14:textId="2BFA316D" w:rsidR="00085043" w:rsidRPr="00085043" w:rsidRDefault="00085043" w:rsidP="00851BBD">
            <w:r w:rsidRPr="00085043">
              <w:t xml:space="preserve">2.3 Keep records to verify compliance with community marketing scheme, food safety and organic certification </w:t>
            </w:r>
          </w:p>
        </w:tc>
      </w:tr>
      <w:tr w:rsidR="00085043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0D21ACFC" w:rsidR="00085043" w:rsidRPr="00085043" w:rsidRDefault="00085043" w:rsidP="00085043">
            <w:pPr>
              <w:pStyle w:val="SIText"/>
            </w:pPr>
            <w:r w:rsidRPr="00085043">
              <w:t>3. Develop and maintain a relationship with customers</w:t>
            </w:r>
          </w:p>
        </w:tc>
        <w:tc>
          <w:tcPr>
            <w:tcW w:w="3604" w:type="pct"/>
            <w:shd w:val="clear" w:color="auto" w:fill="auto"/>
          </w:tcPr>
          <w:p w14:paraId="7B7E6792" w14:textId="3846FAA4" w:rsidR="00085043" w:rsidRPr="00085043" w:rsidRDefault="00085043" w:rsidP="00085043">
            <w:r w:rsidRPr="00085043">
              <w:t>3.1 Investigate characteristics of community customers </w:t>
            </w:r>
          </w:p>
          <w:p w14:paraId="3B583EE8" w14:textId="1EE58370" w:rsidR="00085043" w:rsidRPr="00085043" w:rsidRDefault="00085043" w:rsidP="00085043">
            <w:r w:rsidRPr="00085043">
              <w:t>3.2 Identify potential links between community and farm system</w:t>
            </w:r>
          </w:p>
          <w:p w14:paraId="43720F4A" w14:textId="48C54547" w:rsidR="00085043" w:rsidRPr="00085043" w:rsidRDefault="00085043" w:rsidP="00085043">
            <w:r w:rsidRPr="00085043">
              <w:t>3.3 Develop connections between individuals and farm production system</w:t>
            </w:r>
          </w:p>
          <w:p w14:paraId="09C16EE4" w14:textId="41E87BB7" w:rsidR="00085043" w:rsidRPr="00085043" w:rsidRDefault="00085043" w:rsidP="00085043">
            <w:r w:rsidRPr="00085043">
              <w:t xml:space="preserve">3.4 Develop a ‘farm story’ and communicate uniqueness of enterprise to community </w:t>
            </w:r>
            <w:r w:rsidR="008B25C9">
              <w:t>according to workplace procedures</w:t>
            </w:r>
          </w:p>
          <w:p w14:paraId="1BF2843A" w14:textId="0EDEEC08" w:rsidR="008B25C9" w:rsidRDefault="00085043" w:rsidP="00851BBD">
            <w:pPr>
              <w:pStyle w:val="SIText"/>
            </w:pPr>
            <w:r w:rsidRPr="00085043">
              <w:t>3.5 Monitor community satisfaction through customer feedback</w:t>
            </w:r>
          </w:p>
          <w:p w14:paraId="2B00249F" w14:textId="25B58EB9" w:rsidR="00085043" w:rsidRPr="00085043" w:rsidRDefault="008B25C9" w:rsidP="00851BBD">
            <w:pPr>
              <w:pStyle w:val="SIText"/>
            </w:pPr>
            <w:r>
              <w:t>3.6 Respond to feedback</w:t>
            </w:r>
            <w:r w:rsidR="00085043" w:rsidRPr="00085043">
              <w:t xml:space="preserve"> </w:t>
            </w:r>
            <w:r>
              <w:t>according to workplace procedures</w:t>
            </w:r>
          </w:p>
        </w:tc>
      </w:tr>
      <w:tr w:rsidR="00085043" w:rsidRPr="00963A46" w14:paraId="1EFC5A3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6F3CD6" w14:textId="68D242B9" w:rsidR="00085043" w:rsidRPr="00085043" w:rsidRDefault="00085043" w:rsidP="00085043">
            <w:pPr>
              <w:pStyle w:val="SIText"/>
            </w:pPr>
            <w:r w:rsidRPr="00085043">
              <w:t>4. Organise transport</w:t>
            </w:r>
            <w:r w:rsidR="00851BBD">
              <w:t xml:space="preserve"> of produce</w:t>
            </w:r>
          </w:p>
        </w:tc>
        <w:tc>
          <w:tcPr>
            <w:tcW w:w="3604" w:type="pct"/>
            <w:shd w:val="clear" w:color="auto" w:fill="auto"/>
          </w:tcPr>
          <w:p w14:paraId="65C2646C" w14:textId="41CF3D0F" w:rsidR="00085043" w:rsidRPr="00085043" w:rsidRDefault="00085043" w:rsidP="00085043">
            <w:r w:rsidRPr="00085043">
              <w:t xml:space="preserve">4.1 Identify transport requirements </w:t>
            </w:r>
            <w:r w:rsidR="008B25C9">
              <w:t>and engage carrier for produce distribution</w:t>
            </w:r>
          </w:p>
          <w:p w14:paraId="6D9381C9" w14:textId="74788A19" w:rsidR="00085043" w:rsidRPr="00085043" w:rsidRDefault="00085043" w:rsidP="00085043">
            <w:r w:rsidRPr="00085043">
              <w:t xml:space="preserve">4.2 </w:t>
            </w:r>
            <w:r w:rsidR="008B25C9">
              <w:t>Schedule</w:t>
            </w:r>
            <w:r w:rsidR="008B25C9" w:rsidRPr="00085043">
              <w:t xml:space="preserve"> </w:t>
            </w:r>
            <w:r w:rsidRPr="00085043">
              <w:t xml:space="preserve">transport and delivery of product with </w:t>
            </w:r>
            <w:r w:rsidR="0058549D">
              <w:t xml:space="preserve">recipient </w:t>
            </w:r>
          </w:p>
          <w:p w14:paraId="609AD416" w14:textId="40EA1359" w:rsidR="0058549D" w:rsidRDefault="00085043">
            <w:r w:rsidRPr="00085043">
              <w:t xml:space="preserve">4.3 </w:t>
            </w:r>
            <w:r w:rsidR="0058549D">
              <w:t>Identify and c</w:t>
            </w:r>
            <w:r w:rsidRPr="00085043">
              <w:t xml:space="preserve">omply with </w:t>
            </w:r>
            <w:proofErr w:type="gramStart"/>
            <w:r w:rsidR="0058549D">
              <w:t>recipients</w:t>
            </w:r>
            <w:proofErr w:type="gramEnd"/>
            <w:r w:rsidR="0058549D">
              <w:t xml:space="preserve"> delivery</w:t>
            </w:r>
            <w:r w:rsidRPr="00085043">
              <w:t xml:space="preserve"> requirements </w:t>
            </w:r>
          </w:p>
          <w:p w14:paraId="5A7D9650" w14:textId="0233469F" w:rsidR="00085043" w:rsidRPr="00085043" w:rsidRDefault="00085043">
            <w:r w:rsidRPr="00085043">
              <w:t xml:space="preserve">4.4 </w:t>
            </w:r>
            <w:r w:rsidR="0058549D">
              <w:t>Verify c</w:t>
            </w:r>
            <w:r w:rsidR="0058549D" w:rsidRPr="00085043">
              <w:t>omp</w:t>
            </w:r>
            <w:r w:rsidR="0058549D">
              <w:t xml:space="preserve">liance </w:t>
            </w:r>
            <w:r w:rsidRPr="00085043">
              <w:t>with legislati</w:t>
            </w:r>
            <w:r w:rsidR="00C5438F">
              <w:t>on</w:t>
            </w:r>
            <w:r w:rsidR="0058549D">
              <w:t>, f</w:t>
            </w:r>
            <w:r w:rsidRPr="00085043">
              <w:t>ood safety and organic certification</w:t>
            </w:r>
          </w:p>
        </w:tc>
      </w:tr>
      <w:tr w:rsidR="00085043" w:rsidRPr="00963A46" w14:paraId="4BFE9A8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1E0A68" w14:textId="042900C8" w:rsidR="00085043" w:rsidRPr="00085043" w:rsidRDefault="00085043">
            <w:pPr>
              <w:pStyle w:val="SIText"/>
            </w:pPr>
            <w:r w:rsidRPr="00085043">
              <w:t xml:space="preserve">5. </w:t>
            </w:r>
            <w:r w:rsidR="00851BBD">
              <w:t>Maintain</w:t>
            </w:r>
            <w:r w:rsidR="00851BBD" w:rsidRPr="00085043">
              <w:t xml:space="preserve"> </w:t>
            </w:r>
            <w:r w:rsidRPr="00085043">
              <w:t>records</w:t>
            </w:r>
          </w:p>
        </w:tc>
        <w:tc>
          <w:tcPr>
            <w:tcW w:w="3604" w:type="pct"/>
            <w:shd w:val="clear" w:color="auto" w:fill="auto"/>
          </w:tcPr>
          <w:p w14:paraId="03D22B05" w14:textId="38226035" w:rsidR="00085043" w:rsidRPr="00085043" w:rsidRDefault="00085043" w:rsidP="00085043">
            <w:r w:rsidRPr="00085043">
              <w:t>5.1 Complete pre</w:t>
            </w:r>
            <w:r w:rsidR="00933B9A">
              <w:t>-</w:t>
            </w:r>
            <w:r w:rsidR="009C47D9">
              <w:t>sale</w:t>
            </w:r>
            <w:r w:rsidRPr="00085043">
              <w:t xml:space="preserve"> and post</w:t>
            </w:r>
            <w:r w:rsidR="00C5438F">
              <w:t>-</w:t>
            </w:r>
            <w:r w:rsidRPr="00085043">
              <w:t>sale documentation</w:t>
            </w:r>
          </w:p>
          <w:p w14:paraId="30C923C0" w14:textId="373C0B98" w:rsidR="00085043" w:rsidRPr="00085043" w:rsidRDefault="00085043" w:rsidP="00085043">
            <w:r w:rsidRPr="00085043">
              <w:t xml:space="preserve">5.2 Record transactions </w:t>
            </w:r>
            <w:r w:rsidR="00C5438F">
              <w:t xml:space="preserve">according to </w:t>
            </w:r>
            <w:r w:rsidRPr="00085043">
              <w:t>traceability</w:t>
            </w:r>
            <w:r w:rsidR="00C5438F">
              <w:t xml:space="preserve"> and workplace procedures</w:t>
            </w:r>
          </w:p>
          <w:p w14:paraId="65821F7B" w14:textId="2F6D5AC9" w:rsidR="00085043" w:rsidRPr="00085043" w:rsidRDefault="00085043" w:rsidP="00085043">
            <w:r w:rsidRPr="00085043">
              <w:t>5.3 Document customer feedback and identify and record potential improvements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EDD32A0" w14:textId="14046961" w:rsidR="00E63D9F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  <w:p w14:paraId="6C2767F1" w14:textId="7186658E" w:rsidR="00E63D9F" w:rsidRPr="005404CB" w:rsidRDefault="00E63D9F" w:rsidP="005404CB">
            <w:pPr>
              <w:rPr>
                <w:rStyle w:val="SIText-Italic"/>
                <w:rFonts w:eastAsiaTheme="majorEastAsia"/>
              </w:rPr>
            </w:pPr>
          </w:p>
        </w:tc>
      </w:tr>
      <w:tr w:rsidR="00E63D9F" w:rsidRPr="00336FCA" w:rsidDel="00423CB2" w14:paraId="64C4E194" w14:textId="77777777" w:rsidTr="00CA2922">
        <w:trPr>
          <w:tblHeader/>
        </w:trPr>
        <w:tc>
          <w:tcPr>
            <w:tcW w:w="5000" w:type="pct"/>
          </w:tcPr>
          <w:p w14:paraId="639EF90A" w14:textId="4BF2DEA3" w:rsidR="00E63D9F" w:rsidRPr="00282E19" w:rsidRDefault="00E63D9F" w:rsidP="00282E19">
            <w:pPr>
              <w:pStyle w:val="SIText"/>
            </w:pPr>
            <w:r w:rsidRPr="00282E19">
              <w:t>Foundation Skills essential to performance are explicit in the performance criteria of this unit of competency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0DB56D03" w:rsidR="00410375" w:rsidRPr="005404CB" w:rsidRDefault="00851BBD">
            <w:pPr>
              <w:pStyle w:val="SIText"/>
            </w:pPr>
            <w:r w:rsidRPr="00851BBD">
              <w:t>AHCORG</w:t>
            </w:r>
            <w:r w:rsidR="005655A3">
              <w:t>412</w:t>
            </w:r>
            <w:r w:rsidR="00994C1A">
              <w:t xml:space="preserve"> </w:t>
            </w:r>
            <w:r w:rsidR="00933B9A">
              <w:t>Arrange selling through community based marketing</w:t>
            </w:r>
            <w:r w:rsidR="00933B9A" w:rsidRPr="00851BBD">
              <w:t xml:space="preserve"> </w:t>
            </w:r>
          </w:p>
        </w:tc>
        <w:tc>
          <w:tcPr>
            <w:tcW w:w="1105" w:type="pct"/>
          </w:tcPr>
          <w:p w14:paraId="64EA7AE3" w14:textId="4F13DF9B" w:rsidR="00041E59" w:rsidRPr="005404CB" w:rsidRDefault="00933B9A" w:rsidP="005404CB">
            <w:pPr>
              <w:pStyle w:val="SIText"/>
            </w:pPr>
            <w:r w:rsidRPr="00851BBD">
              <w:t>AHCORG40</w:t>
            </w:r>
            <w:r w:rsidRPr="00933B9A">
              <w:t>4 Arrange selling through community based marketing</w:t>
            </w:r>
            <w:r w:rsidRPr="00933B9A" w:rsidDel="00933B9A">
              <w:t xml:space="preserve"> </w:t>
            </w:r>
          </w:p>
        </w:tc>
        <w:tc>
          <w:tcPr>
            <w:tcW w:w="1251" w:type="pct"/>
          </w:tcPr>
          <w:p w14:paraId="3E031D32" w14:textId="6CA2387F" w:rsidR="00041E59" w:rsidRPr="005404CB" w:rsidRDefault="00851BBD">
            <w:pPr>
              <w:pStyle w:val="SIText"/>
            </w:pPr>
            <w:r>
              <w:t>Minor changes to Application</w:t>
            </w:r>
            <w:r w:rsidR="002B7255">
              <w:t xml:space="preserve">, Elements </w:t>
            </w:r>
            <w:r>
              <w:t>and Performance Criteria for clarity and brevity</w:t>
            </w:r>
            <w:r w:rsidR="00CC57DF">
              <w:br/>
              <w:t>Changes to Performance Evidence, Knowledge Evidence and Assessment Conditions for clarity</w:t>
            </w:r>
          </w:p>
        </w:tc>
        <w:tc>
          <w:tcPr>
            <w:tcW w:w="1616" w:type="pct"/>
          </w:tcPr>
          <w:p w14:paraId="426455CD" w14:textId="094E584A" w:rsidR="00916CD7" w:rsidRPr="005404CB" w:rsidRDefault="006E25E4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4D2A6A49" w:rsidR="00F1480E" w:rsidRPr="005404CB" w:rsidRDefault="00933B9A" w:rsidP="005404CB">
            <w:pPr>
              <w:pStyle w:val="SIText"/>
            </w:pPr>
            <w:r>
              <w:t xml:space="preserve">Companion Volumes, including Implementation </w:t>
            </w:r>
            <w:r w:rsidRPr="00933B9A">
              <w:t xml:space="preserve">Guides, are available at </w:t>
            </w:r>
            <w:proofErr w:type="spellStart"/>
            <w:r w:rsidRPr="00933B9A">
              <w:t>VETNet</w:t>
            </w:r>
            <w:proofErr w:type="spellEnd"/>
            <w:r w:rsidRPr="00933B9A">
              <w:t xml:space="preserve">: </w:t>
            </w:r>
            <w:hyperlink r:id="rId11" w:history="1">
              <w:r w:rsidRPr="00933B9A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48761905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6466C" w:rsidRPr="0086466C">
              <w:t>AHCORG4</w:t>
            </w:r>
            <w:r w:rsidR="009952A8">
              <w:t>12</w:t>
            </w:r>
            <w:r w:rsidR="0086466C" w:rsidRPr="0086466C">
              <w:t xml:space="preserve"> Arrange selling through community based marketing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4D4D581F" w14:textId="77777777" w:rsidR="003C0DC4" w:rsidRDefault="003C0DC4" w:rsidP="003C0DC4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694845FD" w14:textId="77777777" w:rsidR="009C47D9" w:rsidRDefault="009C47D9" w:rsidP="003C0DC4">
            <w:pPr>
              <w:pStyle w:val="SIText"/>
            </w:pPr>
          </w:p>
          <w:p w14:paraId="2B3A8963" w14:textId="6F3C61B6" w:rsidR="003C0DC4" w:rsidRDefault="003C0DC4" w:rsidP="003C0DC4">
            <w:pPr>
              <w:pStyle w:val="SIText"/>
            </w:pPr>
            <w:r>
              <w:t>There must be evidence that the individual has</w:t>
            </w:r>
            <w:r w:rsidR="009C47D9">
              <w:t>,</w:t>
            </w:r>
            <w:r>
              <w:t xml:space="preserve"> on at least one occasion</w:t>
            </w:r>
            <w:r w:rsidR="009C47D9">
              <w:t>,</w:t>
            </w:r>
            <w:r>
              <w:t xml:space="preserve"> arranged the selling of organic farm produce through community</w:t>
            </w:r>
            <w:r w:rsidR="009C47D9">
              <w:t>-</w:t>
            </w:r>
            <w:r>
              <w:t>based markets and has:</w:t>
            </w:r>
          </w:p>
          <w:p w14:paraId="0BD9CB2F" w14:textId="5A34C781" w:rsidR="00CD187A" w:rsidRPr="00CD187A" w:rsidRDefault="00CD187A" w:rsidP="00CD187A">
            <w:pPr>
              <w:pStyle w:val="SIBulletList1"/>
            </w:pPr>
            <w:r w:rsidRPr="00CD187A">
              <w:t>identif</w:t>
            </w:r>
            <w:r w:rsidR="003C0DC4">
              <w:t>ied</w:t>
            </w:r>
            <w:r w:rsidRPr="00CD187A">
              <w:t xml:space="preserve"> farm produce selling options</w:t>
            </w:r>
          </w:p>
          <w:p w14:paraId="3D547934" w14:textId="0351FA2D" w:rsidR="00CD187A" w:rsidRPr="00CD187A" w:rsidRDefault="00CD187A" w:rsidP="00CD187A">
            <w:pPr>
              <w:pStyle w:val="SIBulletList1"/>
            </w:pPr>
            <w:r w:rsidRPr="00CD187A">
              <w:t>identif</w:t>
            </w:r>
            <w:r w:rsidR="003C0DC4">
              <w:t>ied</w:t>
            </w:r>
            <w:r w:rsidRPr="00CD187A">
              <w:t xml:space="preserve"> and compl</w:t>
            </w:r>
            <w:r w:rsidR="003C0DC4">
              <w:t>ied</w:t>
            </w:r>
            <w:r w:rsidRPr="00CD187A">
              <w:t xml:space="preserve"> with requirements of a community marketing scheme and its characteristics</w:t>
            </w:r>
          </w:p>
          <w:p w14:paraId="6CBAA365" w14:textId="35F2CAC9" w:rsidR="00CD187A" w:rsidRPr="00CD187A" w:rsidRDefault="00CD187A" w:rsidP="00CD187A">
            <w:pPr>
              <w:pStyle w:val="SIBulletList1"/>
            </w:pPr>
            <w:r w:rsidRPr="00CD187A">
              <w:t>establish</w:t>
            </w:r>
            <w:r w:rsidR="003C0DC4">
              <w:t>ed</w:t>
            </w:r>
            <w:r w:rsidRPr="00CD187A">
              <w:t xml:space="preserve"> relationships with community stakeholders and customers</w:t>
            </w:r>
          </w:p>
          <w:p w14:paraId="4F1B3BEC" w14:textId="222256A3" w:rsidR="00CD187A" w:rsidRPr="00CD187A" w:rsidRDefault="00CD187A" w:rsidP="00CD187A">
            <w:pPr>
              <w:pStyle w:val="SIBulletList1"/>
            </w:pPr>
            <w:r w:rsidRPr="00CD187A">
              <w:t>monitor</w:t>
            </w:r>
            <w:r w:rsidR="003C0DC4">
              <w:t>ed</w:t>
            </w:r>
            <w:r w:rsidRPr="00CD187A">
              <w:t xml:space="preserve"> and record</w:t>
            </w:r>
            <w:r w:rsidR="003C0DC4">
              <w:t>ed</w:t>
            </w:r>
            <w:r w:rsidRPr="00CD187A">
              <w:t xml:space="preserve"> community satisfaction levels and customer feedback and address</w:t>
            </w:r>
            <w:r w:rsidR="003C0DC4">
              <w:t>ed</w:t>
            </w:r>
            <w:r w:rsidRPr="00CD187A">
              <w:t xml:space="preserve"> concerns</w:t>
            </w:r>
          </w:p>
          <w:p w14:paraId="62D6ABAB" w14:textId="78260787" w:rsidR="00CD187A" w:rsidRPr="00CD187A" w:rsidRDefault="00CD187A" w:rsidP="00CD187A">
            <w:pPr>
              <w:pStyle w:val="SIBulletList1"/>
            </w:pPr>
            <w:r w:rsidRPr="00CD187A">
              <w:t>communicate</w:t>
            </w:r>
            <w:r w:rsidR="003C0DC4">
              <w:t>d</w:t>
            </w:r>
            <w:r w:rsidRPr="00CD187A">
              <w:t xml:space="preserve"> the ‘farm story’ and the uniqueness of enterprise to </w:t>
            </w:r>
            <w:r w:rsidR="003C0DC4">
              <w:t>customers</w:t>
            </w:r>
          </w:p>
          <w:p w14:paraId="60849E47" w14:textId="65FBACC5" w:rsidR="00CD187A" w:rsidRPr="00CD187A" w:rsidRDefault="00CD187A" w:rsidP="00CD187A">
            <w:pPr>
              <w:pStyle w:val="SIBulletList1"/>
            </w:pPr>
            <w:r w:rsidRPr="00CD187A">
              <w:t>arrange</w:t>
            </w:r>
            <w:r w:rsidR="003C0DC4">
              <w:t>d</w:t>
            </w:r>
            <w:r w:rsidRPr="00CD187A">
              <w:t xml:space="preserve"> timely transport and delivery of produce and address</w:t>
            </w:r>
            <w:r w:rsidR="003C0DC4">
              <w:t>ed</w:t>
            </w:r>
            <w:r w:rsidRPr="00CD187A">
              <w:t xml:space="preserve"> special transport requirements</w:t>
            </w:r>
          </w:p>
          <w:p w14:paraId="5AB8FDDB" w14:textId="031FDC9C" w:rsidR="00CD187A" w:rsidRPr="00CD187A" w:rsidRDefault="00CD187A" w:rsidP="00CD187A">
            <w:pPr>
              <w:pStyle w:val="SIBulletList1"/>
            </w:pPr>
            <w:r w:rsidRPr="00CD187A">
              <w:t>compl</w:t>
            </w:r>
            <w:r w:rsidR="003C0DC4">
              <w:t>ied</w:t>
            </w:r>
            <w:r w:rsidRPr="00CD187A">
              <w:t xml:space="preserve"> with transport legislative requirements</w:t>
            </w:r>
          </w:p>
          <w:p w14:paraId="05EFA243" w14:textId="6DD237C8" w:rsidR="00CD187A" w:rsidRPr="00CD187A" w:rsidRDefault="00CD187A" w:rsidP="00CD187A">
            <w:pPr>
              <w:pStyle w:val="SIBulletList1"/>
            </w:pPr>
            <w:r w:rsidRPr="00CD187A">
              <w:t>record</w:t>
            </w:r>
            <w:r w:rsidR="003C0DC4">
              <w:t>ed</w:t>
            </w:r>
            <w:r w:rsidRPr="00CD187A">
              <w:t xml:space="preserve"> sale documentation and transactions</w:t>
            </w:r>
          </w:p>
          <w:p w14:paraId="5530A6CD" w14:textId="34B2DEE1" w:rsidR="00CD187A" w:rsidRPr="00CD187A" w:rsidRDefault="00CD187A" w:rsidP="00CD187A">
            <w:pPr>
              <w:pStyle w:val="SIBulletList1"/>
            </w:pPr>
            <w:r w:rsidRPr="00CD187A">
              <w:t>identif</w:t>
            </w:r>
            <w:r w:rsidR="003C0DC4">
              <w:t>ied</w:t>
            </w:r>
            <w:r w:rsidRPr="00CD187A">
              <w:t xml:space="preserve"> and record</w:t>
            </w:r>
            <w:r w:rsidR="003C0DC4">
              <w:t>ed</w:t>
            </w:r>
            <w:r w:rsidRPr="00CD187A">
              <w:t xml:space="preserve"> potential improvements</w:t>
            </w:r>
          </w:p>
          <w:p w14:paraId="6BFA69AA" w14:textId="6F7F1660" w:rsidR="006130F4" w:rsidRPr="005404CB" w:rsidRDefault="00CD187A" w:rsidP="00282E19">
            <w:pPr>
              <w:pStyle w:val="SIBulletList1"/>
            </w:pPr>
            <w:r w:rsidRPr="00CD187A">
              <w:t>appl</w:t>
            </w:r>
            <w:r w:rsidR="00751B06">
              <w:t xml:space="preserve">ied </w:t>
            </w:r>
            <w:r w:rsidRPr="00CD187A">
              <w:t>health</w:t>
            </w:r>
            <w:r w:rsidR="00751B06">
              <w:t xml:space="preserve">, </w:t>
            </w:r>
            <w:r w:rsidRPr="00CD187A">
              <w:t xml:space="preserve">safety </w:t>
            </w:r>
            <w:r w:rsidR="00751B06">
              <w:t xml:space="preserve">and environmental </w:t>
            </w:r>
            <w:r w:rsidRPr="00CD187A">
              <w:t xml:space="preserve">policies and </w:t>
            </w:r>
            <w:r w:rsidR="00751B06">
              <w:t>procedures.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03B7A554" w14:textId="77777777" w:rsidR="003C0DC4" w:rsidRDefault="003C0DC4" w:rsidP="003C0DC4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42F4F5D1" w14:textId="7A7D723C" w:rsidR="00F97644" w:rsidRPr="00F97644" w:rsidRDefault="00F97644" w:rsidP="00F97644">
            <w:pPr>
              <w:pStyle w:val="SIBulletList1"/>
            </w:pPr>
            <w:r w:rsidRPr="00F97644">
              <w:t>applicable federal, state or territory legislation, regulations, standards, codes of practice and established safe practices relevant to the full range of processes in selling produce through community</w:t>
            </w:r>
            <w:r w:rsidR="009C47D9">
              <w:t>-</w:t>
            </w:r>
            <w:r w:rsidRPr="00F97644">
              <w:t>based markets</w:t>
            </w:r>
          </w:p>
          <w:p w14:paraId="4A87335C" w14:textId="77777777" w:rsidR="00F97644" w:rsidRPr="00F97644" w:rsidRDefault="00F97644" w:rsidP="00F97644">
            <w:pPr>
              <w:pStyle w:val="SIBulletList1"/>
            </w:pPr>
            <w:r w:rsidRPr="00F97644">
              <w:t>relevant legislation and regulations relating to work health and safety</w:t>
            </w:r>
          </w:p>
          <w:p w14:paraId="3FCA217F" w14:textId="77777777" w:rsidR="00F97644" w:rsidRPr="00F97644" w:rsidRDefault="00F97644" w:rsidP="00F97644">
            <w:pPr>
              <w:pStyle w:val="SIBulletList1"/>
            </w:pPr>
            <w:r w:rsidRPr="00F97644">
              <w:t>organic certification systems and standards</w:t>
            </w:r>
          </w:p>
          <w:p w14:paraId="4873CD25" w14:textId="77777777" w:rsidR="00F97644" w:rsidRPr="00F97644" w:rsidRDefault="00F97644" w:rsidP="00F97644">
            <w:pPr>
              <w:pStyle w:val="SIBulletList1"/>
            </w:pPr>
            <w:r w:rsidRPr="00F97644">
              <w:t>organisation policies and procedures related to supply chain management, purchasing, and contracting and tendering</w:t>
            </w:r>
          </w:p>
          <w:p w14:paraId="1D91CD46" w14:textId="77777777" w:rsidR="00F97644" w:rsidRPr="00F97644" w:rsidRDefault="00F97644" w:rsidP="00F97644">
            <w:pPr>
              <w:pStyle w:val="SIBulletList1"/>
            </w:pPr>
            <w:r w:rsidRPr="00F97644">
              <w:t>characteristics and composition of farm business marketing plans</w:t>
            </w:r>
          </w:p>
          <w:p w14:paraId="7D7CBF2E" w14:textId="77777777" w:rsidR="00F97644" w:rsidRPr="00F97644" w:rsidRDefault="00F97644" w:rsidP="00F97644">
            <w:pPr>
              <w:pStyle w:val="SIBulletList1"/>
            </w:pPr>
            <w:r w:rsidRPr="00F97644">
              <w:t>characteristics of community marketing schemes and the steps within a farm produce supply chain</w:t>
            </w:r>
          </w:p>
          <w:p w14:paraId="35BF563A" w14:textId="77777777" w:rsidR="00F97644" w:rsidRPr="00F97644" w:rsidRDefault="00F97644" w:rsidP="00F97644">
            <w:pPr>
              <w:pStyle w:val="SIBulletList1"/>
            </w:pPr>
            <w:r w:rsidRPr="00F97644">
              <w:t>product knowledge related to goods and services required by the organisation</w:t>
            </w:r>
          </w:p>
          <w:p w14:paraId="085BB522" w14:textId="77777777" w:rsidR="00F97644" w:rsidRPr="00F97644" w:rsidRDefault="00F97644" w:rsidP="00F97644">
            <w:pPr>
              <w:pStyle w:val="SIBulletList1"/>
            </w:pPr>
            <w:r w:rsidRPr="00F97644">
              <w:t>ways to build trust and collaboration as opposed to competition</w:t>
            </w:r>
          </w:p>
          <w:p w14:paraId="41408675" w14:textId="77777777" w:rsidR="00F97644" w:rsidRPr="00F97644" w:rsidRDefault="00F97644" w:rsidP="00F97644">
            <w:pPr>
              <w:pStyle w:val="SIBulletList1"/>
            </w:pPr>
            <w:r w:rsidRPr="00F97644">
              <w:t xml:space="preserve">business terms and conditions for purchasing, </w:t>
            </w:r>
            <w:proofErr w:type="gramStart"/>
            <w:r w:rsidRPr="00F97644">
              <w:t>tendering</w:t>
            </w:r>
            <w:proofErr w:type="gramEnd"/>
            <w:r w:rsidRPr="00F97644">
              <w:t xml:space="preserve"> and contracting</w:t>
            </w:r>
          </w:p>
          <w:p w14:paraId="63731DAE" w14:textId="77777777" w:rsidR="00F97644" w:rsidRPr="00F97644" w:rsidRDefault="00F97644" w:rsidP="00F97644">
            <w:pPr>
              <w:pStyle w:val="SIBulletList1"/>
            </w:pPr>
            <w:r w:rsidRPr="00F97644">
              <w:t>ethical behaviour</w:t>
            </w:r>
          </w:p>
          <w:p w14:paraId="52467A9F" w14:textId="77777777" w:rsidR="00F97644" w:rsidRPr="00F97644" w:rsidRDefault="00F97644" w:rsidP="00F97644">
            <w:pPr>
              <w:pStyle w:val="SIBulletList1"/>
            </w:pPr>
            <w:r w:rsidRPr="00F97644">
              <w:t>established communication channels and protocols</w:t>
            </w:r>
          </w:p>
          <w:p w14:paraId="74DAFA81" w14:textId="77777777" w:rsidR="00F97644" w:rsidRPr="00F97644" w:rsidRDefault="00F97644" w:rsidP="00F97644">
            <w:pPr>
              <w:pStyle w:val="SIBulletList1"/>
            </w:pPr>
            <w:r w:rsidRPr="00F97644">
              <w:t>procedures for operating electronic communications equipment</w:t>
            </w:r>
          </w:p>
          <w:p w14:paraId="5C8CD985" w14:textId="5C20A452" w:rsidR="006130F4" w:rsidRPr="005404CB" w:rsidRDefault="00F97644" w:rsidP="00282E19">
            <w:pPr>
              <w:pStyle w:val="SIBulletList1"/>
            </w:pPr>
            <w:r w:rsidRPr="00F97644">
              <w:t>procedures for recording and reporting workplace information and completing relevant documentation</w:t>
            </w:r>
            <w:r w:rsidR="003C0DC4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32F3AFDC" w14:textId="77777777" w:rsidR="003C0DC4" w:rsidRPr="003C0DC4" w:rsidRDefault="003C0DC4" w:rsidP="00282E19">
            <w:pPr>
              <w:pStyle w:val="SIText"/>
            </w:pPr>
            <w:r w:rsidRPr="003C0DC4">
              <w:t xml:space="preserve">Assessment of the skills in this unit of competency must take place under the following conditions: </w:t>
            </w:r>
          </w:p>
          <w:p w14:paraId="49AE6343" w14:textId="77777777" w:rsidR="003C0DC4" w:rsidRPr="003C0DC4" w:rsidRDefault="003C0DC4" w:rsidP="00282E19">
            <w:pPr>
              <w:pStyle w:val="SIBulletList1"/>
            </w:pPr>
            <w:r w:rsidRPr="003C0DC4">
              <w:t>physical conditions:</w:t>
            </w:r>
          </w:p>
          <w:p w14:paraId="4222E119" w14:textId="5B5F5866" w:rsidR="003C0DC4" w:rsidRPr="003C0DC4" w:rsidRDefault="003C0DC4" w:rsidP="003C0DC4">
            <w:pPr>
              <w:pStyle w:val="SIBulletList2"/>
            </w:pPr>
            <w:r w:rsidRPr="003C0DC4">
              <w:t xml:space="preserve">skills must be demonstrated </w:t>
            </w:r>
            <w:r>
              <w:t xml:space="preserve">for organic farm produce </w:t>
            </w:r>
            <w:r w:rsidRPr="003C0DC4">
              <w:t>or an environment that accurately represents workplace conditions</w:t>
            </w:r>
          </w:p>
          <w:p w14:paraId="4F225B2A" w14:textId="77777777" w:rsidR="003C0DC4" w:rsidRPr="003C0DC4" w:rsidRDefault="003C0DC4" w:rsidP="00282E19">
            <w:pPr>
              <w:pStyle w:val="SIBulletList1"/>
            </w:pPr>
            <w:r w:rsidRPr="003C0DC4">
              <w:t xml:space="preserve">resources, </w:t>
            </w:r>
            <w:proofErr w:type="gramStart"/>
            <w:r w:rsidRPr="003C0DC4">
              <w:t>equipment</w:t>
            </w:r>
            <w:proofErr w:type="gramEnd"/>
            <w:r w:rsidRPr="003C0DC4">
              <w:t xml:space="preserve"> and materials:</w:t>
            </w:r>
          </w:p>
          <w:p w14:paraId="7410475A" w14:textId="037FFF63" w:rsidR="003C0DC4" w:rsidRPr="003C0DC4" w:rsidRDefault="00CC57DF" w:rsidP="003C0DC4">
            <w:pPr>
              <w:pStyle w:val="SIBulletList2"/>
            </w:pPr>
            <w:r>
              <w:t>t</w:t>
            </w:r>
            <w:r w:rsidR="003C0DC4" w:rsidRPr="003C0DC4">
              <w:t>ools and equipment</w:t>
            </w:r>
            <w:r w:rsidR="003C0DC4">
              <w:t xml:space="preserve"> for preparing and transporting produce</w:t>
            </w:r>
          </w:p>
          <w:p w14:paraId="2F8E3385" w14:textId="2E22F14A" w:rsidR="003C0DC4" w:rsidRPr="003C0DC4" w:rsidRDefault="003C0DC4" w:rsidP="003C0DC4">
            <w:pPr>
              <w:pStyle w:val="SIBulletList2"/>
            </w:pPr>
            <w:r w:rsidRPr="003C0DC4">
              <w:t>personal protective equipment</w:t>
            </w:r>
          </w:p>
          <w:p w14:paraId="7D5B377A" w14:textId="77777777" w:rsidR="003C0DC4" w:rsidRPr="003C0DC4" w:rsidRDefault="003C0DC4" w:rsidP="00282E19">
            <w:pPr>
              <w:pStyle w:val="SIBulletList1"/>
            </w:pPr>
            <w:r w:rsidRPr="003C0DC4">
              <w:t>specifications:</w:t>
            </w:r>
          </w:p>
          <w:p w14:paraId="2F6C2C12" w14:textId="5BB916F8" w:rsidR="003C0DC4" w:rsidRPr="003C0DC4" w:rsidRDefault="003C0DC4" w:rsidP="003C0DC4">
            <w:pPr>
              <w:pStyle w:val="SIBulletList2"/>
            </w:pPr>
            <w:r w:rsidRPr="003C0DC4">
              <w:t>workplace policies, procedures, processes</w:t>
            </w:r>
          </w:p>
          <w:p w14:paraId="63E385FA" w14:textId="1F03E3F8" w:rsidR="003C0DC4" w:rsidRPr="003C0DC4" w:rsidRDefault="003C0DC4" w:rsidP="003C0DC4">
            <w:pPr>
              <w:pStyle w:val="SIBulletList2"/>
            </w:pPr>
            <w:r>
              <w:t>transport company</w:t>
            </w:r>
            <w:r w:rsidRPr="003C0DC4">
              <w:t xml:space="preserve"> instructions</w:t>
            </w:r>
          </w:p>
          <w:p w14:paraId="1BBC0189" w14:textId="107C6650" w:rsidR="003C0DC4" w:rsidRPr="003C0DC4" w:rsidRDefault="003C0DC4" w:rsidP="003C0DC4">
            <w:pPr>
              <w:pStyle w:val="SIBulletList2"/>
            </w:pPr>
            <w:r w:rsidRPr="003C0DC4">
              <w:t xml:space="preserve">workplace </w:t>
            </w:r>
            <w:r>
              <w:t>specifications for produce</w:t>
            </w:r>
          </w:p>
          <w:p w14:paraId="1693A702" w14:textId="16DD4847" w:rsidR="003C0DC4" w:rsidRPr="003C0DC4" w:rsidRDefault="003C0DC4" w:rsidP="003C0DC4">
            <w:pPr>
              <w:pStyle w:val="SIBulletList2"/>
            </w:pPr>
            <w:r w:rsidRPr="003C0DC4">
              <w:t>specific legislation</w:t>
            </w:r>
            <w:r>
              <w:t xml:space="preserve"> and </w:t>
            </w:r>
            <w:r w:rsidRPr="003C0DC4">
              <w:t>codes of practice</w:t>
            </w:r>
            <w:r>
              <w:t xml:space="preserve"> for organic produce</w:t>
            </w:r>
          </w:p>
          <w:p w14:paraId="397AC115" w14:textId="77777777" w:rsidR="003C0DC4" w:rsidRPr="003C0DC4" w:rsidRDefault="003C0DC4" w:rsidP="00282E19">
            <w:pPr>
              <w:pStyle w:val="SIBulletList1"/>
            </w:pPr>
            <w:r w:rsidRPr="003C0DC4">
              <w:t>relationships:</w:t>
            </w:r>
          </w:p>
          <w:p w14:paraId="354E15CD" w14:textId="4433FFC4" w:rsidR="003C0DC4" w:rsidRPr="003C0DC4" w:rsidRDefault="003C0DC4" w:rsidP="003C0DC4">
            <w:pPr>
              <w:pStyle w:val="SIBulletList2"/>
            </w:pPr>
            <w:r>
              <w:t>customers.</w:t>
            </w:r>
          </w:p>
          <w:p w14:paraId="39972D6D" w14:textId="77777777" w:rsidR="003C0DC4" w:rsidRPr="003C0DC4" w:rsidRDefault="003C0DC4" w:rsidP="00282E19">
            <w:pPr>
              <w:pStyle w:val="SIText"/>
            </w:pPr>
          </w:p>
          <w:p w14:paraId="759850B7" w14:textId="6FA38624" w:rsidR="0011400B" w:rsidRPr="005404CB" w:rsidRDefault="003C0DC4" w:rsidP="0011400B">
            <w:pPr>
              <w:pStyle w:val="SIText"/>
              <w:rPr>
                <w:rFonts w:eastAsia="Calibri"/>
              </w:rPr>
            </w:pPr>
            <w:r w:rsidRPr="003C0DC4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5EED7250" w:rsidR="00F1480E" w:rsidRPr="005404CB" w:rsidRDefault="009C47D9" w:rsidP="005404CB">
            <w:pPr>
              <w:pStyle w:val="SIText"/>
            </w:pPr>
            <w:r>
              <w:t xml:space="preserve">Companion Volumes, including Implementation </w:t>
            </w:r>
            <w:r w:rsidRPr="009C47D9">
              <w:t xml:space="preserve">Guides, are available at </w:t>
            </w:r>
            <w:proofErr w:type="spellStart"/>
            <w:r w:rsidRPr="009C47D9">
              <w:t>VETNet</w:t>
            </w:r>
            <w:proofErr w:type="spellEnd"/>
            <w:r w:rsidRPr="009C47D9">
              <w:t xml:space="preserve">: </w:t>
            </w:r>
            <w:hyperlink r:id="rId12" w:history="1">
              <w:r w:rsidRPr="009C47D9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8BE45" w14:textId="77777777" w:rsidR="00B07B4C" w:rsidRDefault="00B07B4C" w:rsidP="00BF3F0A">
      <w:r>
        <w:separator/>
      </w:r>
    </w:p>
    <w:p w14:paraId="530853E7" w14:textId="77777777" w:rsidR="00B07B4C" w:rsidRDefault="00B07B4C"/>
  </w:endnote>
  <w:endnote w:type="continuationSeparator" w:id="0">
    <w:p w14:paraId="4B5B04B7" w14:textId="77777777" w:rsidR="00B07B4C" w:rsidRDefault="00B07B4C" w:rsidP="00BF3F0A">
      <w:r>
        <w:continuationSeparator/>
      </w:r>
    </w:p>
    <w:p w14:paraId="7DD0CC9A" w14:textId="77777777" w:rsidR="00B07B4C" w:rsidRDefault="00B07B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10375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AABCF" w14:textId="77777777" w:rsidR="00B07B4C" w:rsidRDefault="00B07B4C" w:rsidP="00BF3F0A">
      <w:r>
        <w:separator/>
      </w:r>
    </w:p>
    <w:p w14:paraId="749E1E68" w14:textId="77777777" w:rsidR="00B07B4C" w:rsidRDefault="00B07B4C"/>
  </w:footnote>
  <w:footnote w:type="continuationSeparator" w:id="0">
    <w:p w14:paraId="23A96B74" w14:textId="77777777" w:rsidR="00B07B4C" w:rsidRDefault="00B07B4C" w:rsidP="00BF3F0A">
      <w:r>
        <w:continuationSeparator/>
      </w:r>
    </w:p>
    <w:p w14:paraId="358BF511" w14:textId="77777777" w:rsidR="00B07B4C" w:rsidRDefault="00B07B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4426BBEF" w:rsidR="009C2650" w:rsidRPr="000754EC" w:rsidRDefault="001361BF" w:rsidP="00146EEC">
    <w:pPr>
      <w:pStyle w:val="SIText"/>
    </w:pPr>
    <w:r w:rsidRPr="001361BF">
      <w:t xml:space="preserve"> </w:t>
    </w:r>
    <w:r w:rsidR="00B169D4" w:rsidRPr="00B169D4">
      <w:t>AHCORG4</w:t>
    </w:r>
    <w:r w:rsidR="009952A8">
      <w:t>12</w:t>
    </w:r>
    <w:r w:rsidR="00B169D4">
      <w:t xml:space="preserve"> </w:t>
    </w:r>
    <w:r w:rsidR="00B169D4" w:rsidRPr="00B169D4">
      <w:t xml:space="preserve">Arrange selling through </w:t>
    </w:r>
    <w:proofErr w:type="gramStart"/>
    <w:r w:rsidR="00B169D4" w:rsidRPr="00B169D4">
      <w:t>community based</w:t>
    </w:r>
    <w:proofErr w:type="gramEnd"/>
    <w:r w:rsidR="00B169D4" w:rsidRPr="00B169D4">
      <w:t xml:space="preserve"> marketing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D5E24"/>
    <w:multiLevelType w:val="multilevel"/>
    <w:tmpl w:val="B322C7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1C8371F"/>
    <w:multiLevelType w:val="multilevel"/>
    <w:tmpl w:val="C7523C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D23C0A"/>
    <w:multiLevelType w:val="multilevel"/>
    <w:tmpl w:val="14EE35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55A70F1"/>
    <w:multiLevelType w:val="multilevel"/>
    <w:tmpl w:val="1BA01B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3914E3"/>
    <w:multiLevelType w:val="multilevel"/>
    <w:tmpl w:val="F83812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8126A7"/>
    <w:multiLevelType w:val="multilevel"/>
    <w:tmpl w:val="3BDA8E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B4124A2"/>
    <w:multiLevelType w:val="multilevel"/>
    <w:tmpl w:val="40EC06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C41E34"/>
    <w:multiLevelType w:val="multilevel"/>
    <w:tmpl w:val="C18ED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63203109">
    <w:abstractNumId w:val="11"/>
  </w:num>
  <w:num w:numId="2" w16cid:durableId="1007485391">
    <w:abstractNumId w:val="7"/>
  </w:num>
  <w:num w:numId="3" w16cid:durableId="1954939997">
    <w:abstractNumId w:val="3"/>
  </w:num>
  <w:num w:numId="4" w16cid:durableId="1144808820">
    <w:abstractNumId w:val="21"/>
  </w:num>
  <w:num w:numId="5" w16cid:durableId="302392370">
    <w:abstractNumId w:val="1"/>
  </w:num>
  <w:num w:numId="6" w16cid:durableId="1810902011">
    <w:abstractNumId w:val="10"/>
  </w:num>
  <w:num w:numId="7" w16cid:durableId="1585600930">
    <w:abstractNumId w:val="2"/>
  </w:num>
  <w:num w:numId="8" w16cid:durableId="1992321571">
    <w:abstractNumId w:val="0"/>
  </w:num>
  <w:num w:numId="9" w16cid:durableId="1775707873">
    <w:abstractNumId w:val="20"/>
  </w:num>
  <w:num w:numId="10" w16cid:durableId="386875537">
    <w:abstractNumId w:val="14"/>
  </w:num>
  <w:num w:numId="11" w16cid:durableId="593637105">
    <w:abstractNumId w:val="19"/>
  </w:num>
  <w:num w:numId="12" w16cid:durableId="926697129">
    <w:abstractNumId w:val="16"/>
  </w:num>
  <w:num w:numId="13" w16cid:durableId="1138500632">
    <w:abstractNumId w:val="22"/>
  </w:num>
  <w:num w:numId="14" w16cid:durableId="1643577469">
    <w:abstractNumId w:val="5"/>
  </w:num>
  <w:num w:numId="15" w16cid:durableId="152182457">
    <w:abstractNumId w:val="6"/>
  </w:num>
  <w:num w:numId="16" w16cid:durableId="726730706">
    <w:abstractNumId w:val="23"/>
  </w:num>
  <w:num w:numId="17" w16cid:durableId="397561023">
    <w:abstractNumId w:val="18"/>
  </w:num>
  <w:num w:numId="18" w16cid:durableId="503282324">
    <w:abstractNumId w:val="9"/>
  </w:num>
  <w:num w:numId="19" w16cid:durableId="1644383771">
    <w:abstractNumId w:val="8"/>
  </w:num>
  <w:num w:numId="20" w16cid:durableId="1907914860">
    <w:abstractNumId w:val="12"/>
  </w:num>
  <w:num w:numId="21" w16cid:durableId="1361056149">
    <w:abstractNumId w:val="13"/>
  </w:num>
  <w:num w:numId="22" w16cid:durableId="771323678">
    <w:abstractNumId w:val="17"/>
  </w:num>
  <w:num w:numId="23" w16cid:durableId="1277370315">
    <w:abstractNumId w:val="15"/>
  </w:num>
  <w:num w:numId="24" w16cid:durableId="17080216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5FA0"/>
    <w:rsid w:val="00064BFE"/>
    <w:rsid w:val="00070B3E"/>
    <w:rsid w:val="00071F95"/>
    <w:rsid w:val="000737BB"/>
    <w:rsid w:val="00074E47"/>
    <w:rsid w:val="000754EC"/>
    <w:rsid w:val="00085043"/>
    <w:rsid w:val="0009093B"/>
    <w:rsid w:val="000A5441"/>
    <w:rsid w:val="000A6903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400B"/>
    <w:rsid w:val="00133957"/>
    <w:rsid w:val="0013525C"/>
    <w:rsid w:val="001361BF"/>
    <w:rsid w:val="001372F6"/>
    <w:rsid w:val="00144385"/>
    <w:rsid w:val="00146EEC"/>
    <w:rsid w:val="00151D55"/>
    <w:rsid w:val="00151D93"/>
    <w:rsid w:val="00156EF3"/>
    <w:rsid w:val="00176E4F"/>
    <w:rsid w:val="0018546B"/>
    <w:rsid w:val="001A37F6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2E19"/>
    <w:rsid w:val="00285FB8"/>
    <w:rsid w:val="002970C3"/>
    <w:rsid w:val="002A4CD3"/>
    <w:rsid w:val="002A6CC4"/>
    <w:rsid w:val="002B7255"/>
    <w:rsid w:val="002C55E9"/>
    <w:rsid w:val="002D0C8B"/>
    <w:rsid w:val="002D330A"/>
    <w:rsid w:val="002E170C"/>
    <w:rsid w:val="002E193E"/>
    <w:rsid w:val="002F26A5"/>
    <w:rsid w:val="002F418D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0DC4"/>
    <w:rsid w:val="003C13AE"/>
    <w:rsid w:val="003C7152"/>
    <w:rsid w:val="003D2E73"/>
    <w:rsid w:val="003E72B6"/>
    <w:rsid w:val="003E7BBE"/>
    <w:rsid w:val="00405D9E"/>
    <w:rsid w:val="00410375"/>
    <w:rsid w:val="004127E3"/>
    <w:rsid w:val="0043212E"/>
    <w:rsid w:val="00434366"/>
    <w:rsid w:val="00434ECE"/>
    <w:rsid w:val="00444423"/>
    <w:rsid w:val="00452F3E"/>
    <w:rsid w:val="00460248"/>
    <w:rsid w:val="0046239A"/>
    <w:rsid w:val="004640AE"/>
    <w:rsid w:val="00466F18"/>
    <w:rsid w:val="004679E3"/>
    <w:rsid w:val="004720DE"/>
    <w:rsid w:val="00475172"/>
    <w:rsid w:val="004758B0"/>
    <w:rsid w:val="0048067C"/>
    <w:rsid w:val="00482D7E"/>
    <w:rsid w:val="004832D2"/>
    <w:rsid w:val="00485559"/>
    <w:rsid w:val="004919A7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2C9"/>
    <w:rsid w:val="004E0460"/>
    <w:rsid w:val="004E1579"/>
    <w:rsid w:val="004E5FAE"/>
    <w:rsid w:val="004E6245"/>
    <w:rsid w:val="004E6741"/>
    <w:rsid w:val="004E7094"/>
    <w:rsid w:val="004E78D7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27CD"/>
    <w:rsid w:val="005446D1"/>
    <w:rsid w:val="00556C4C"/>
    <w:rsid w:val="00557369"/>
    <w:rsid w:val="00557D22"/>
    <w:rsid w:val="00564ADD"/>
    <w:rsid w:val="005655A3"/>
    <w:rsid w:val="005708EB"/>
    <w:rsid w:val="00575BC6"/>
    <w:rsid w:val="00583902"/>
    <w:rsid w:val="0058549D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0F4"/>
    <w:rsid w:val="00613B49"/>
    <w:rsid w:val="00616845"/>
    <w:rsid w:val="00620E8E"/>
    <w:rsid w:val="00633CFE"/>
    <w:rsid w:val="00634FCA"/>
    <w:rsid w:val="00643D1B"/>
    <w:rsid w:val="006452B8"/>
    <w:rsid w:val="00652E62"/>
    <w:rsid w:val="006679F8"/>
    <w:rsid w:val="00685F08"/>
    <w:rsid w:val="00686A49"/>
    <w:rsid w:val="00687B62"/>
    <w:rsid w:val="00690C44"/>
    <w:rsid w:val="00692EC8"/>
    <w:rsid w:val="00695C89"/>
    <w:rsid w:val="006969D9"/>
    <w:rsid w:val="006A2B68"/>
    <w:rsid w:val="006B0E0F"/>
    <w:rsid w:val="006C2F32"/>
    <w:rsid w:val="006D1AF9"/>
    <w:rsid w:val="006D38C3"/>
    <w:rsid w:val="006D4448"/>
    <w:rsid w:val="006D6DFD"/>
    <w:rsid w:val="006E25E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1B06"/>
    <w:rsid w:val="00751D0B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03BA"/>
    <w:rsid w:val="007F1563"/>
    <w:rsid w:val="007F1EB2"/>
    <w:rsid w:val="007F44DB"/>
    <w:rsid w:val="007F5A8B"/>
    <w:rsid w:val="008034E1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BD"/>
    <w:rsid w:val="00851BE5"/>
    <w:rsid w:val="008545EB"/>
    <w:rsid w:val="0086466C"/>
    <w:rsid w:val="00865011"/>
    <w:rsid w:val="00886790"/>
    <w:rsid w:val="008908DE"/>
    <w:rsid w:val="008A12ED"/>
    <w:rsid w:val="008A39D3"/>
    <w:rsid w:val="008B25C9"/>
    <w:rsid w:val="008B2C77"/>
    <w:rsid w:val="008B4AD2"/>
    <w:rsid w:val="008B663E"/>
    <w:rsid w:val="008B7138"/>
    <w:rsid w:val="008D13CF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33B9A"/>
    <w:rsid w:val="00944C09"/>
    <w:rsid w:val="009527CB"/>
    <w:rsid w:val="00953835"/>
    <w:rsid w:val="00960F6C"/>
    <w:rsid w:val="00970747"/>
    <w:rsid w:val="00994C1A"/>
    <w:rsid w:val="009952A8"/>
    <w:rsid w:val="00997BFC"/>
    <w:rsid w:val="009A5900"/>
    <w:rsid w:val="009A6E6C"/>
    <w:rsid w:val="009A6F3F"/>
    <w:rsid w:val="009B1EB6"/>
    <w:rsid w:val="009B331A"/>
    <w:rsid w:val="009B7F7C"/>
    <w:rsid w:val="009C2650"/>
    <w:rsid w:val="009C47D9"/>
    <w:rsid w:val="009D15E2"/>
    <w:rsid w:val="009D15FE"/>
    <w:rsid w:val="009D5D2C"/>
    <w:rsid w:val="009E0891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07B4C"/>
    <w:rsid w:val="00B12013"/>
    <w:rsid w:val="00B169D4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DA5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BF6124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46E30"/>
    <w:rsid w:val="00C5438F"/>
    <w:rsid w:val="00C578E9"/>
    <w:rsid w:val="00C70626"/>
    <w:rsid w:val="00C72860"/>
    <w:rsid w:val="00C72A48"/>
    <w:rsid w:val="00C73582"/>
    <w:rsid w:val="00C73B90"/>
    <w:rsid w:val="00C742EC"/>
    <w:rsid w:val="00C74F9A"/>
    <w:rsid w:val="00C77D12"/>
    <w:rsid w:val="00C96AF3"/>
    <w:rsid w:val="00C97CCC"/>
    <w:rsid w:val="00CA0274"/>
    <w:rsid w:val="00CA139A"/>
    <w:rsid w:val="00CB746F"/>
    <w:rsid w:val="00CC451E"/>
    <w:rsid w:val="00CC57DF"/>
    <w:rsid w:val="00CD187A"/>
    <w:rsid w:val="00CD4E9D"/>
    <w:rsid w:val="00CD4F4D"/>
    <w:rsid w:val="00CE7CF9"/>
    <w:rsid w:val="00CE7D19"/>
    <w:rsid w:val="00CF0CF5"/>
    <w:rsid w:val="00CF2B3E"/>
    <w:rsid w:val="00D0201F"/>
    <w:rsid w:val="00D03685"/>
    <w:rsid w:val="00D07D4E"/>
    <w:rsid w:val="00D115AA"/>
    <w:rsid w:val="00D145BE"/>
    <w:rsid w:val="00D17F49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5C07"/>
    <w:rsid w:val="00DA0A81"/>
    <w:rsid w:val="00DA3C10"/>
    <w:rsid w:val="00DA53B5"/>
    <w:rsid w:val="00DB3E54"/>
    <w:rsid w:val="00DC1D69"/>
    <w:rsid w:val="00DC5A3A"/>
    <w:rsid w:val="00DD0726"/>
    <w:rsid w:val="00E069EF"/>
    <w:rsid w:val="00E238E6"/>
    <w:rsid w:val="00E34CD8"/>
    <w:rsid w:val="00E35064"/>
    <w:rsid w:val="00E3681D"/>
    <w:rsid w:val="00E40225"/>
    <w:rsid w:val="00E501F0"/>
    <w:rsid w:val="00E6166D"/>
    <w:rsid w:val="00E63D9F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7644"/>
    <w:rsid w:val="00FA4F09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282E1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E71B2C-20D0-469A-815B-1ACE4338F4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27BE84-77E3-4CEC-B2F8-123990F6D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purl.org/dc/terms/"/>
    <ds:schemaRef ds:uri="http://schemas.microsoft.com/sharepoint/v3"/>
    <ds:schemaRef ds:uri="http://schemas.openxmlformats.org/package/2006/metadata/core-properties"/>
    <ds:schemaRef ds:uri="3fbd0e8e-82e5-4f83-89a2-7dbad393fe30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</TotalTime>
  <Pages>4</Pages>
  <Words>1061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12</cp:revision>
  <cp:lastPrinted>2016-05-27T05:21:00Z</cp:lastPrinted>
  <dcterms:created xsi:type="dcterms:W3CDTF">2022-08-03T06:00:00Z</dcterms:created>
  <dcterms:modified xsi:type="dcterms:W3CDTF">2022-10-26T23:02:00Z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